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61" w:rsidRPr="00D651F5" w:rsidRDefault="00527A61" w:rsidP="00BE1C7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32"/>
          <w:szCs w:val="32"/>
        </w:rPr>
      </w:pPr>
    </w:p>
    <w:p w:rsidR="00527A61" w:rsidRDefault="00527A61" w:rsidP="0090514C">
      <w:pPr>
        <w:pStyle w:val="Title"/>
        <w:rPr>
          <w:rFonts w:ascii="Courier New" w:hAnsi="Courier New" w:cs="Courier New"/>
        </w:rPr>
      </w:pPr>
    </w:p>
    <w:p w:rsidR="00527A61" w:rsidRPr="00402B33" w:rsidRDefault="00527A61" w:rsidP="0090514C">
      <w:pPr>
        <w:pStyle w:val="Title"/>
        <w:rPr>
          <w:rFonts w:ascii="Courier New" w:hAnsi="Courier New" w:cs="Courier New"/>
          <w:sz w:val="28"/>
          <w:szCs w:val="28"/>
        </w:rPr>
      </w:pPr>
      <w:r w:rsidRPr="00402B33">
        <w:rPr>
          <w:rFonts w:ascii="Courier New" w:hAnsi="Courier New" w:cs="Courier New"/>
          <w:sz w:val="28"/>
          <w:szCs w:val="28"/>
        </w:rPr>
        <w:t>Муниципальное образование</w:t>
      </w:r>
    </w:p>
    <w:p w:rsidR="00527A61" w:rsidRPr="00402B33" w:rsidRDefault="00527A61" w:rsidP="0090514C">
      <w:pPr>
        <w:pStyle w:val="Title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с</w:t>
      </w:r>
      <w:r w:rsidRPr="00402B33">
        <w:rPr>
          <w:rFonts w:ascii="Courier New" w:hAnsi="Courier New" w:cs="Courier New"/>
          <w:sz w:val="28"/>
          <w:szCs w:val="28"/>
        </w:rPr>
        <w:t>ельское поселение</w:t>
      </w:r>
    </w:p>
    <w:p w:rsidR="00527A61" w:rsidRDefault="00527A61" w:rsidP="0090514C">
      <w:pPr>
        <w:jc w:val="center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“Деревня Чемоданово</w:t>
      </w:r>
      <w:r w:rsidRPr="00402B33">
        <w:rPr>
          <w:rFonts w:ascii="Courier New" w:hAnsi="Courier New" w:cs="Courier New"/>
          <w:b/>
          <w:bCs/>
          <w:sz w:val="28"/>
          <w:szCs w:val="28"/>
        </w:rPr>
        <w:t>”</w:t>
      </w:r>
    </w:p>
    <w:p w:rsidR="00527A61" w:rsidRPr="00402B33" w:rsidRDefault="00527A61" w:rsidP="0090514C">
      <w:pPr>
        <w:jc w:val="center"/>
        <w:rPr>
          <w:b/>
          <w:bCs/>
          <w:sz w:val="28"/>
          <w:szCs w:val="28"/>
        </w:rPr>
      </w:pPr>
      <w:r w:rsidRPr="00402B33">
        <w:rPr>
          <w:rFonts w:ascii="Courier New" w:hAnsi="Courier New" w:cs="Courier New"/>
          <w:b/>
          <w:bCs/>
          <w:sz w:val="28"/>
          <w:szCs w:val="28"/>
        </w:rPr>
        <w:t>Юхновского района</w:t>
      </w:r>
    </w:p>
    <w:p w:rsidR="00527A61" w:rsidRDefault="00527A61" w:rsidP="00402B33">
      <w:pPr>
        <w:pStyle w:val="Heading1"/>
        <w:rPr>
          <w:rFonts w:cs="Times New Roman"/>
        </w:rPr>
      </w:pPr>
      <w:r w:rsidRPr="00402B33">
        <w:t>Калужской области</w:t>
      </w:r>
    </w:p>
    <w:p w:rsidR="00527A61" w:rsidRPr="00402B33" w:rsidRDefault="00527A61" w:rsidP="00402B33">
      <w:pPr>
        <w:rPr>
          <w:lang w:eastAsia="ru-RU"/>
        </w:rPr>
      </w:pPr>
    </w:p>
    <w:p w:rsidR="00527A61" w:rsidRDefault="00527A61" w:rsidP="00402B33">
      <w:pPr>
        <w:pStyle w:val="Heading1"/>
        <w:rPr>
          <w:rFonts w:ascii="Times New Roman" w:hAnsi="Times New Roman" w:cs="Times New Roman"/>
          <w:shadow/>
          <w:spacing w:val="60"/>
          <w:sz w:val="28"/>
          <w:szCs w:val="28"/>
        </w:rPr>
      </w:pPr>
      <w:r w:rsidRPr="00402B33">
        <w:rPr>
          <w:rFonts w:ascii="Times New Roman" w:hAnsi="Times New Roman" w:cs="Times New Roman"/>
          <w:shadow/>
          <w:spacing w:val="60"/>
          <w:sz w:val="28"/>
          <w:szCs w:val="28"/>
        </w:rPr>
        <w:t>СЕЛЬСКАЯ ДУМА</w:t>
      </w:r>
    </w:p>
    <w:p w:rsidR="00527A61" w:rsidRPr="00402B33" w:rsidRDefault="00527A61" w:rsidP="00402B33">
      <w:pPr>
        <w:rPr>
          <w:lang w:eastAsia="ru-RU"/>
        </w:rPr>
      </w:pPr>
    </w:p>
    <w:p w:rsidR="00527A61" w:rsidRPr="00402B33" w:rsidRDefault="00527A61" w:rsidP="0090514C">
      <w:pPr>
        <w:pStyle w:val="Heading3"/>
        <w:rPr>
          <w:rFonts w:cs="Times New Roman"/>
          <w:shadow/>
          <w:spacing w:val="60"/>
          <w:sz w:val="28"/>
          <w:szCs w:val="28"/>
        </w:rPr>
      </w:pPr>
      <w:r w:rsidRPr="00402B33">
        <w:rPr>
          <w:rFonts w:ascii="Times New Roman" w:hAnsi="Times New Roman" w:cs="Times New Roman"/>
          <w:shadow/>
          <w:spacing w:val="60"/>
          <w:sz w:val="28"/>
          <w:szCs w:val="28"/>
        </w:rPr>
        <w:t>РЕШЕНИЕ</w:t>
      </w:r>
    </w:p>
    <w:p w:rsidR="00527A61" w:rsidRDefault="00527A61" w:rsidP="00BB047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27A61" w:rsidRPr="00930E3C" w:rsidRDefault="00527A61" w:rsidP="00BB047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27A61" w:rsidRDefault="00527A61" w:rsidP="0090514C">
      <w:pPr>
        <w:pStyle w:val="NoSpacing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от 18 апреля 2013 года</w:t>
      </w:r>
      <w:r w:rsidRPr="00BB047F">
        <w:rPr>
          <w:rFonts w:ascii="Times New Roman" w:hAnsi="Times New Roman" w:cs="Times New Roman"/>
          <w:sz w:val="26"/>
          <w:szCs w:val="26"/>
        </w:rPr>
        <w:tab/>
      </w:r>
      <w:r w:rsidRPr="00BB047F">
        <w:rPr>
          <w:rFonts w:ascii="Times New Roman" w:hAnsi="Times New Roman" w:cs="Times New Roman"/>
          <w:sz w:val="26"/>
          <w:szCs w:val="26"/>
        </w:rPr>
        <w:tab/>
      </w:r>
      <w:r w:rsidRPr="00BB047F">
        <w:rPr>
          <w:rFonts w:ascii="Times New Roman" w:hAnsi="Times New Roman" w:cs="Times New Roman"/>
          <w:sz w:val="26"/>
          <w:szCs w:val="26"/>
        </w:rPr>
        <w:tab/>
      </w:r>
      <w:r w:rsidRPr="00BB047F">
        <w:rPr>
          <w:rFonts w:ascii="Times New Roman" w:hAnsi="Times New Roman" w:cs="Times New Roman"/>
          <w:sz w:val="26"/>
          <w:szCs w:val="26"/>
        </w:rPr>
        <w:tab/>
      </w:r>
      <w:r w:rsidRPr="00BB047F">
        <w:rPr>
          <w:rFonts w:ascii="Times New Roman" w:hAnsi="Times New Roman" w:cs="Times New Roman"/>
          <w:sz w:val="26"/>
          <w:szCs w:val="26"/>
        </w:rPr>
        <w:tab/>
      </w:r>
      <w:r w:rsidRPr="00BB047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BB047F">
        <w:rPr>
          <w:rFonts w:ascii="Times New Roman" w:hAnsi="Times New Roman" w:cs="Times New Roman"/>
          <w:b/>
          <w:bCs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11</w:t>
      </w:r>
    </w:p>
    <w:p w:rsidR="00527A61" w:rsidRDefault="00527A61" w:rsidP="0090514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527A61" w:rsidRPr="0090514C" w:rsidRDefault="00527A61" w:rsidP="0090514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90514C">
        <w:rPr>
          <w:rFonts w:ascii="Times New Roman" w:hAnsi="Times New Roman" w:cs="Times New Roman"/>
          <w:sz w:val="26"/>
          <w:szCs w:val="26"/>
        </w:rPr>
        <w:tab/>
      </w:r>
      <w:r w:rsidRPr="0090514C">
        <w:rPr>
          <w:rFonts w:ascii="Times New Roman" w:hAnsi="Times New Roman" w:cs="Times New Roman"/>
          <w:sz w:val="26"/>
          <w:szCs w:val="26"/>
        </w:rPr>
        <w:tab/>
      </w:r>
      <w:r w:rsidRPr="0090514C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</w:tblGrid>
      <w:tr w:rsidR="00527A61" w:rsidRPr="00652D2D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527A61" w:rsidRPr="00652D2D" w:rsidRDefault="00527A61" w:rsidP="00652D2D">
            <w:pPr>
              <w:pStyle w:val="ConsPlusTitle"/>
              <w:ind w:right="-18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52D2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размещения сведений о доходах, об имуществе,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2D2D">
              <w:rPr>
                <w:rFonts w:ascii="Times New Roman" w:hAnsi="Times New Roman" w:cs="Times New Roman"/>
                <w:sz w:val="26"/>
                <w:szCs w:val="26"/>
              </w:rPr>
              <w:t>и обязательствах имущественного характера лиц, замещающих должности муниципальной службы в администрации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СП</w:t>
            </w:r>
            <w:r w:rsidRPr="00652D2D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Деревня Чемоданово» </w:t>
            </w:r>
            <w:r w:rsidRPr="00652D2D">
              <w:rPr>
                <w:rFonts w:ascii="Times New Roman" w:hAnsi="Times New Roman" w:cs="Times New Roman"/>
                <w:sz w:val="26"/>
                <w:szCs w:val="26"/>
              </w:rPr>
              <w:t xml:space="preserve">и членов их семей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информационно-телекоммуникационной сети Интернет </w:t>
            </w:r>
            <w:r w:rsidRPr="00652D2D">
              <w:rPr>
                <w:rFonts w:ascii="Times New Roman" w:hAnsi="Times New Roman" w:cs="Times New Roman"/>
                <w:sz w:val="26"/>
                <w:szCs w:val="26"/>
              </w:rPr>
              <w:t>и предоставления этих сведений средствам массовой информации для опубликования</w:t>
            </w:r>
          </w:p>
          <w:p w:rsidR="00527A61" w:rsidRPr="00652D2D" w:rsidRDefault="00527A61" w:rsidP="00652D2D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527A61" w:rsidRDefault="00527A61" w:rsidP="00930E3C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B0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6" w:history="1">
        <w:r w:rsidRPr="00172B0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72B00">
        <w:rPr>
          <w:rFonts w:ascii="Times New Roman" w:hAnsi="Times New Roman" w:cs="Times New Roman"/>
          <w:sz w:val="26"/>
          <w:szCs w:val="26"/>
        </w:rPr>
        <w:t xml:space="preserve"> от 25.12.2008 № 273-ФЗ</w:t>
      </w:r>
      <w:r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 и н</w:t>
      </w:r>
      <w:r w:rsidRPr="00FC411D">
        <w:rPr>
          <w:rFonts w:ascii="Times New Roman" w:hAnsi="Times New Roman" w:cs="Times New Roman"/>
          <w:sz w:val="26"/>
          <w:szCs w:val="26"/>
        </w:rPr>
        <w:t>а основании статьи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411D">
        <w:rPr>
          <w:rFonts w:ascii="Times New Roman" w:hAnsi="Times New Roman" w:cs="Times New Roman"/>
          <w:sz w:val="26"/>
          <w:szCs w:val="26"/>
        </w:rPr>
        <w:t xml:space="preserve">24 Устава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Чемоданово»</w:t>
      </w:r>
      <w:r w:rsidRPr="00FC41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Сельская Дума МО сельское поселение «Деревня Чемоданово» </w:t>
      </w:r>
      <w:r w:rsidRPr="00FC411D">
        <w:rPr>
          <w:rFonts w:ascii="Times New Roman" w:hAnsi="Times New Roman" w:cs="Times New Roman"/>
          <w:b/>
          <w:bCs/>
          <w:sz w:val="26"/>
          <w:szCs w:val="26"/>
        </w:rPr>
        <w:t>РЕШИЛ</w:t>
      </w:r>
      <w:r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FC411D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527A61" w:rsidRDefault="00527A61" w:rsidP="00930E3C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Pr="00172B00" w:rsidRDefault="00527A61" w:rsidP="00D22096">
      <w:pPr>
        <w:pStyle w:val="NoSpacing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0514C">
        <w:rPr>
          <w:rFonts w:ascii="Times New Roman" w:hAnsi="Times New Roman" w:cs="Times New Roman"/>
          <w:sz w:val="26"/>
          <w:szCs w:val="26"/>
        </w:rPr>
        <w:t xml:space="preserve">1. </w:t>
      </w:r>
      <w:r w:rsidRPr="00172B00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r:id="rId7" w:history="1">
        <w:r w:rsidRPr="00172B00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172B00">
        <w:rPr>
          <w:rFonts w:ascii="Times New Roman" w:hAnsi="Times New Roman" w:cs="Times New Roman"/>
          <w:sz w:val="26"/>
          <w:szCs w:val="26"/>
        </w:rPr>
        <w:t xml:space="preserve"> размещения сведений о доходах, об имуществе и обязательствах имущественного характера лиц, замещающих должности муниципальной службы в </w:t>
      </w:r>
      <w:r>
        <w:rPr>
          <w:rFonts w:ascii="Times New Roman" w:hAnsi="Times New Roman" w:cs="Times New Roman"/>
          <w:sz w:val="26"/>
          <w:szCs w:val="26"/>
        </w:rPr>
        <w:t>администрации МО СП «Деревня Чемоданово»</w:t>
      </w:r>
      <w:r w:rsidRPr="00172B00">
        <w:rPr>
          <w:rFonts w:ascii="Times New Roman" w:hAnsi="Times New Roman" w:cs="Times New Roman"/>
          <w:sz w:val="26"/>
          <w:szCs w:val="26"/>
        </w:rPr>
        <w:t xml:space="preserve">, членов их семей в </w:t>
      </w:r>
      <w:r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сети Интернет </w:t>
      </w:r>
      <w:r w:rsidRPr="00172B00">
        <w:rPr>
          <w:rFonts w:ascii="Times New Roman" w:hAnsi="Times New Roman" w:cs="Times New Roman"/>
          <w:sz w:val="26"/>
          <w:szCs w:val="26"/>
        </w:rPr>
        <w:t>и предоставления этих сведений средствам массовой информации для опубликования.</w:t>
      </w:r>
    </w:p>
    <w:p w:rsidR="00527A61" w:rsidRPr="0090514C" w:rsidRDefault="00527A61" w:rsidP="00DA4D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2B00">
        <w:rPr>
          <w:rFonts w:ascii="Times New Roman" w:hAnsi="Times New Roman" w:cs="Times New Roman"/>
          <w:sz w:val="26"/>
          <w:szCs w:val="26"/>
        </w:rPr>
        <w:t xml:space="preserve">2. </w:t>
      </w:r>
      <w:r w:rsidRPr="0090514C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90514C">
        <w:rPr>
          <w:rFonts w:ascii="Times New Roman" w:hAnsi="Times New Roman" w:cs="Times New Roman"/>
          <w:sz w:val="26"/>
          <w:szCs w:val="26"/>
        </w:rPr>
        <w:t>ешение вступает в силу с момента его</w:t>
      </w:r>
      <w:r>
        <w:rPr>
          <w:rFonts w:ascii="Times New Roman" w:hAnsi="Times New Roman" w:cs="Times New Roman"/>
          <w:sz w:val="26"/>
          <w:szCs w:val="26"/>
        </w:rPr>
        <w:t xml:space="preserve"> принятия</w:t>
      </w:r>
      <w:r w:rsidRPr="0090514C">
        <w:rPr>
          <w:rFonts w:ascii="Times New Roman" w:hAnsi="Times New Roman" w:cs="Times New Roman"/>
          <w:sz w:val="26"/>
          <w:szCs w:val="26"/>
        </w:rPr>
        <w:t>.</w:t>
      </w:r>
    </w:p>
    <w:p w:rsidR="00527A61" w:rsidRDefault="00527A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A61" w:rsidRPr="0090514C" w:rsidRDefault="00527A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A61" w:rsidRDefault="0052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7A61" w:rsidRPr="00BB047F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  <w:r w:rsidRPr="00BB047F">
        <w:rPr>
          <w:rFonts w:ascii="Times New Roman" w:hAnsi="Times New Roman" w:cs="Times New Roman"/>
          <w:b/>
          <w:bCs/>
          <w:sz w:val="26"/>
          <w:szCs w:val="26"/>
        </w:rPr>
        <w:t xml:space="preserve">Глава МО </w:t>
      </w:r>
      <w:r>
        <w:rPr>
          <w:rFonts w:ascii="Times New Roman" w:hAnsi="Times New Roman" w:cs="Times New Roman"/>
          <w:b/>
          <w:bCs/>
          <w:sz w:val="26"/>
          <w:szCs w:val="26"/>
        </w:rPr>
        <w:t>сельское поселение</w:t>
      </w:r>
      <w:r w:rsidRPr="00BB047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27A61" w:rsidRPr="00BB047F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  <w:r w:rsidRPr="00BB047F">
        <w:rPr>
          <w:rFonts w:ascii="Times New Roman" w:hAnsi="Times New Roman" w:cs="Times New Roman"/>
          <w:b/>
          <w:bCs/>
          <w:sz w:val="26"/>
          <w:szCs w:val="26"/>
        </w:rPr>
        <w:t>"</w:t>
      </w:r>
      <w:r>
        <w:rPr>
          <w:rFonts w:ascii="Times New Roman" w:hAnsi="Times New Roman" w:cs="Times New Roman"/>
          <w:b/>
          <w:bCs/>
          <w:sz w:val="26"/>
          <w:szCs w:val="26"/>
        </w:rPr>
        <w:t>Деревня  Чемоданово</w:t>
      </w:r>
      <w:r w:rsidRPr="00BB047F">
        <w:rPr>
          <w:rFonts w:ascii="Times New Roman" w:hAnsi="Times New Roman" w:cs="Times New Roman"/>
          <w:b/>
          <w:bCs/>
          <w:sz w:val="26"/>
          <w:szCs w:val="26"/>
        </w:rPr>
        <w:t xml:space="preserve">"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Н.Ф.Горбачев.</w:t>
      </w:r>
      <w:r w:rsidRPr="00BB047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B047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B047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B047F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</w:t>
      </w:r>
    </w:p>
    <w:p w:rsidR="00527A61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Default="00527A61" w:rsidP="00BB047F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527A61" w:rsidRPr="00930E3C" w:rsidRDefault="00527A61" w:rsidP="00930E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0E3C">
        <w:rPr>
          <w:rFonts w:ascii="Times New Roman" w:hAnsi="Times New Roman" w:cs="Times New Roman"/>
          <w:sz w:val="24"/>
          <w:szCs w:val="24"/>
        </w:rPr>
        <w:t>Приложение</w:t>
      </w:r>
    </w:p>
    <w:p w:rsidR="00527A61" w:rsidRPr="00930E3C" w:rsidRDefault="00527A61" w:rsidP="00930E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0E3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решению Сельской Думы</w:t>
      </w:r>
    </w:p>
    <w:p w:rsidR="00527A61" w:rsidRPr="00930E3C" w:rsidRDefault="00527A61" w:rsidP="00930E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 СП</w:t>
      </w:r>
      <w:r w:rsidRPr="00930E3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Деревня Чемоданово</w:t>
      </w:r>
      <w:r w:rsidRPr="00930E3C">
        <w:rPr>
          <w:rFonts w:ascii="Times New Roman" w:hAnsi="Times New Roman" w:cs="Times New Roman"/>
          <w:sz w:val="24"/>
          <w:szCs w:val="24"/>
        </w:rPr>
        <w:t>»</w:t>
      </w:r>
    </w:p>
    <w:p w:rsidR="00527A61" w:rsidRPr="00930E3C" w:rsidRDefault="00527A61" w:rsidP="00930E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0E3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18.04.2013 </w:t>
      </w:r>
      <w:r w:rsidRPr="00930E3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527A61" w:rsidRPr="00D87A19" w:rsidRDefault="00527A61" w:rsidP="00930E3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p w:rsidR="00527A61" w:rsidRPr="0099789F" w:rsidRDefault="00527A61" w:rsidP="00930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789F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527A61" w:rsidRDefault="00527A61" w:rsidP="00997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789F">
        <w:rPr>
          <w:rFonts w:ascii="Times New Roman" w:hAnsi="Times New Roman" w:cs="Times New Roman"/>
          <w:b/>
          <w:bCs/>
          <w:sz w:val="24"/>
          <w:szCs w:val="24"/>
        </w:rPr>
        <w:t xml:space="preserve">РАЗМЕЩЕНИЯ СВЕДЕНИЙ О ДОХОДАХ, ОБ ИМУЩЕСТВЕ И ОБЯЗАТЕЛЬСТВАХ ИМУЩЕСТВЕННОГО ХАРАКТЕРА МУНИЦИПАЛЬНЫХ СЛУЖАЩИХ АДМИНИСТРАЦИИ 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>ОБРАЗОВАНИЯ СЕЛЬСКОЕ ПОСЕЛЕНИЕ</w:t>
      </w:r>
      <w:r w:rsidRPr="0099789F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ДЕРЕВНЯ ЧЕМОДАНОВО" </w:t>
      </w:r>
      <w:r w:rsidRPr="0099789F">
        <w:rPr>
          <w:rFonts w:ascii="Times New Roman" w:hAnsi="Times New Roman" w:cs="Times New Roman"/>
          <w:b/>
          <w:bCs/>
          <w:sz w:val="24"/>
          <w:szCs w:val="24"/>
        </w:rPr>
        <w:t xml:space="preserve"> ЧЛЕНОВ ИХ СЕМЕЙ В ИНФОРМАЦИОННО-ТЕЛЕКОММУНИКАЦИОННОЙ СЕТИ ИНТЕРНЕТ И ПРЕДОСТАВЛЕНИЕ</w:t>
      </w:r>
    </w:p>
    <w:p w:rsidR="00527A61" w:rsidRPr="0099789F" w:rsidRDefault="00527A61" w:rsidP="00997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789F">
        <w:rPr>
          <w:rFonts w:ascii="Times New Roman" w:hAnsi="Times New Roman" w:cs="Times New Roman"/>
          <w:b/>
          <w:bCs/>
          <w:sz w:val="24"/>
          <w:szCs w:val="24"/>
        </w:rPr>
        <w:t xml:space="preserve"> ЭТИХ СВЕДЕНИЙ СРЕДСТВАМ МАССОВОЙ ИНФОРМАЦИИ ДЛЯ ОПУБЛИКОВАНИЯ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Настоящий Порядок устанавливает обязанность органов местного самоуправления  муниципального образования сельское поселение «Деревня Чемоданово» по размещению сведений о доходах, об имуществе и обязанностях имущественного характера муниципальных служащих администрации муниципального образования, замещающих должности муниципальной службы, включенные в перечень, установленный муниципальным правовым актом администрации муниципального образования (далее - муниципальные служащие),  их супругов и несовершеннолетних детей (далее - сведений о доходах, об имуществе и обязательствах имущественного характера) на официальном сайте администрации муниципального района в информационно-телекоммуникационной сети Интернет (далее - сайт), а также по предоставлению этих сведений средствам массовой информации, являющихся источниками официального опубликования муниципальных правовых актов органов местного самоуправления муниципального образования сельское поселение «Деревня Чемоданово», для опубликования в связи с их запросами.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перечень объектов недвижимого имущества, принадлежащих муниципальному служащему, 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перечень транспортных средств с указанием вида и марки, принадлежащих на праве собственности муниципальному служащему,  его супруге (супругу) и несовершеннолетним детям;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декларированный годовой доход муниципального служащего,  его супруги (супруга) и несовершеннолетних детей.</w:t>
      </w:r>
    </w:p>
    <w:p w:rsidR="00527A61" w:rsidRPr="00BE1C79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 размещаемых на сайте и предоставленных средствам массовой информации для опубликования сведениях о доходах, об имуществе и обязательствах имущественного характера запрещае</w:t>
      </w:r>
      <w:r w:rsidRPr="00BE1C79">
        <w:rPr>
          <w:rFonts w:ascii="Times New Roman" w:hAnsi="Times New Roman" w:cs="Times New Roman"/>
          <w:sz w:val="26"/>
          <w:szCs w:val="26"/>
        </w:rPr>
        <w:t>тся указывать: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C79">
        <w:rPr>
          <w:rFonts w:ascii="Times New Roman" w:hAnsi="Times New Roman" w:cs="Times New Roman"/>
          <w:sz w:val="26"/>
          <w:szCs w:val="26"/>
        </w:rPr>
        <w:t xml:space="preserve">а) иные сведения (кроме указанных в </w:t>
      </w:r>
      <w:hyperlink r:id="rId8" w:history="1">
        <w:r w:rsidRPr="00BE1C79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Порядка) о доходах муниципального служащего, 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персональные данные супруги (супруга), детей и иных членов семьи муниципального служащего;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данные, позволяющие определить место жительства, почтовый адрес, телефон и иные средства коммуникации муниципального служащего,  его супруги (супруга), детей и иных членов семьи;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данные, позволяющие определить место нахождения объектов недвижимого имущества, принадлежащих муниципальному служащему, его супруге (супругу), детям и иным членам семьи на праве собственности или находящихся в их пользовании;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информацию, отнесенную к государственной тайне или являющуюся конфиденциальной.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Сведения о доходах, об имуществе и обязательствах имущественного характера, указанные в </w:t>
      </w:r>
      <w:hyperlink r:id="rId9" w:history="1">
        <w:r w:rsidRPr="00BE1C79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BE1C79">
        <w:rPr>
          <w:rFonts w:ascii="Times New Roman" w:hAnsi="Times New Roman" w:cs="Times New Roman"/>
          <w:sz w:val="26"/>
          <w:szCs w:val="26"/>
        </w:rPr>
        <w:t xml:space="preserve"> н</w:t>
      </w:r>
      <w:r>
        <w:rPr>
          <w:rFonts w:ascii="Times New Roman" w:hAnsi="Times New Roman" w:cs="Times New Roman"/>
          <w:sz w:val="26"/>
          <w:szCs w:val="26"/>
        </w:rPr>
        <w:t>астоящего Порядка, размещаются на сайте в 14-дневный срок со дня исполнения срока, установленного для подачи справок о доходах, об имуществе и обязательствах имущественного характера муниципальными служащими.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Размещение на сайте сведений о доходах, об имуществе и обязательствах имущественного характера, указанных в </w:t>
      </w:r>
      <w:hyperlink r:id="rId10" w:history="1">
        <w:r w:rsidRPr="00BE1C79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 Порядка, обеспечивается муниципальными служащими, в ведении которых находится этот вопрос по их должностным обязанностям.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Муниципальные служащие, отвечающие за размещение сведений на сайте и предоставление сведений средствам массовой информации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3-дневный срок со дня поступления запроса от средства массовой информации сообщают о нем муниципальному служащему,  в отношении которого поступил запрос;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в 7-дневный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11" w:history="1">
        <w:r w:rsidRPr="00BE1C79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Порядка, в том случае, если запрашиваемые сведения отсутствуют на сайте.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Муниципальные служащие, ответственные за размещение сведений на сайте и предоставление сведений средствам массовой информации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A61" w:rsidRDefault="00527A61" w:rsidP="00930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A61" w:rsidRPr="00BB047F" w:rsidRDefault="00527A61" w:rsidP="00930E3C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527A61" w:rsidRPr="00BB047F" w:rsidSect="005434D7">
      <w:headerReference w:type="default" r:id="rId12"/>
      <w:pgSz w:w="11906" w:h="16838"/>
      <w:pgMar w:top="-18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A61" w:rsidRDefault="00527A61" w:rsidP="0090514C">
      <w:pPr>
        <w:spacing w:after="0" w:line="240" w:lineRule="auto"/>
      </w:pPr>
      <w:r>
        <w:separator/>
      </w:r>
    </w:p>
  </w:endnote>
  <w:endnote w:type="continuationSeparator" w:id="1">
    <w:p w:rsidR="00527A61" w:rsidRDefault="00527A61" w:rsidP="0090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A61" w:rsidRDefault="00527A61" w:rsidP="0090514C">
      <w:pPr>
        <w:spacing w:after="0" w:line="240" w:lineRule="auto"/>
      </w:pPr>
      <w:r>
        <w:separator/>
      </w:r>
    </w:p>
  </w:footnote>
  <w:footnote w:type="continuationSeparator" w:id="1">
    <w:p w:rsidR="00527A61" w:rsidRDefault="00527A61" w:rsidP="0090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A61" w:rsidRDefault="00527A61" w:rsidP="0090514C">
    <w:pPr>
      <w:pStyle w:val="Header"/>
      <w:tabs>
        <w:tab w:val="clear" w:pos="4677"/>
        <w:tab w:val="clear" w:pos="9355"/>
        <w:tab w:val="left" w:pos="778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0BB"/>
    <w:rsid w:val="00000461"/>
    <w:rsid w:val="00001E6A"/>
    <w:rsid w:val="00015CDE"/>
    <w:rsid w:val="00020B4F"/>
    <w:rsid w:val="000239B8"/>
    <w:rsid w:val="0002401B"/>
    <w:rsid w:val="00024AEE"/>
    <w:rsid w:val="0002593D"/>
    <w:rsid w:val="000316F9"/>
    <w:rsid w:val="00032285"/>
    <w:rsid w:val="0003723E"/>
    <w:rsid w:val="00045477"/>
    <w:rsid w:val="00051893"/>
    <w:rsid w:val="00051E0E"/>
    <w:rsid w:val="00054861"/>
    <w:rsid w:val="000558AB"/>
    <w:rsid w:val="000610F4"/>
    <w:rsid w:val="0006200D"/>
    <w:rsid w:val="00066981"/>
    <w:rsid w:val="0007393F"/>
    <w:rsid w:val="00075EA5"/>
    <w:rsid w:val="0009453D"/>
    <w:rsid w:val="000A5BE6"/>
    <w:rsid w:val="000A730B"/>
    <w:rsid w:val="000A7819"/>
    <w:rsid w:val="000B0E33"/>
    <w:rsid w:val="000B2FEC"/>
    <w:rsid w:val="000B345A"/>
    <w:rsid w:val="000B4258"/>
    <w:rsid w:val="000C0BDD"/>
    <w:rsid w:val="000C143C"/>
    <w:rsid w:val="000C184E"/>
    <w:rsid w:val="000D3AEF"/>
    <w:rsid w:val="000D7F0E"/>
    <w:rsid w:val="000E513C"/>
    <w:rsid w:val="000F0F88"/>
    <w:rsid w:val="000F1E09"/>
    <w:rsid w:val="000F2FDF"/>
    <w:rsid w:val="000F5DBC"/>
    <w:rsid w:val="00106A2D"/>
    <w:rsid w:val="001105FA"/>
    <w:rsid w:val="00111276"/>
    <w:rsid w:val="001205F7"/>
    <w:rsid w:val="00123321"/>
    <w:rsid w:val="00127A73"/>
    <w:rsid w:val="001332A4"/>
    <w:rsid w:val="00136C21"/>
    <w:rsid w:val="001422BF"/>
    <w:rsid w:val="00146316"/>
    <w:rsid w:val="00157204"/>
    <w:rsid w:val="00157867"/>
    <w:rsid w:val="00165BDF"/>
    <w:rsid w:val="001715C5"/>
    <w:rsid w:val="00172172"/>
    <w:rsid w:val="00172B00"/>
    <w:rsid w:val="001746ED"/>
    <w:rsid w:val="001747AB"/>
    <w:rsid w:val="001818BA"/>
    <w:rsid w:val="00181F27"/>
    <w:rsid w:val="00183C22"/>
    <w:rsid w:val="0019011F"/>
    <w:rsid w:val="00194F9D"/>
    <w:rsid w:val="00195D5D"/>
    <w:rsid w:val="00197ABE"/>
    <w:rsid w:val="001A38B1"/>
    <w:rsid w:val="001A3EFF"/>
    <w:rsid w:val="001A5B32"/>
    <w:rsid w:val="001B6425"/>
    <w:rsid w:val="001C1271"/>
    <w:rsid w:val="001C2490"/>
    <w:rsid w:val="001C514A"/>
    <w:rsid w:val="001D00BC"/>
    <w:rsid w:val="001D6EF1"/>
    <w:rsid w:val="001E4557"/>
    <w:rsid w:val="001F1FC7"/>
    <w:rsid w:val="001F5749"/>
    <w:rsid w:val="001F7251"/>
    <w:rsid w:val="00216CB6"/>
    <w:rsid w:val="00220650"/>
    <w:rsid w:val="0022088D"/>
    <w:rsid w:val="00221B1C"/>
    <w:rsid w:val="002248E5"/>
    <w:rsid w:val="0022547C"/>
    <w:rsid w:val="00230FD2"/>
    <w:rsid w:val="0023277A"/>
    <w:rsid w:val="002327BF"/>
    <w:rsid w:val="00235E2A"/>
    <w:rsid w:val="00253CB8"/>
    <w:rsid w:val="00273BD3"/>
    <w:rsid w:val="002746F6"/>
    <w:rsid w:val="00277698"/>
    <w:rsid w:val="00283B98"/>
    <w:rsid w:val="00285DE9"/>
    <w:rsid w:val="002868E0"/>
    <w:rsid w:val="00291A27"/>
    <w:rsid w:val="002939ED"/>
    <w:rsid w:val="002A0702"/>
    <w:rsid w:val="002A182A"/>
    <w:rsid w:val="002A2CE3"/>
    <w:rsid w:val="002A32AF"/>
    <w:rsid w:val="002A5BAE"/>
    <w:rsid w:val="002A74DE"/>
    <w:rsid w:val="002B4E90"/>
    <w:rsid w:val="002C075C"/>
    <w:rsid w:val="002C5019"/>
    <w:rsid w:val="002C79EA"/>
    <w:rsid w:val="002D0A98"/>
    <w:rsid w:val="002D7C09"/>
    <w:rsid w:val="002E235B"/>
    <w:rsid w:val="002E58C4"/>
    <w:rsid w:val="002E6149"/>
    <w:rsid w:val="002F090C"/>
    <w:rsid w:val="002F0A8B"/>
    <w:rsid w:val="002F2E7C"/>
    <w:rsid w:val="002F62D5"/>
    <w:rsid w:val="00303CA7"/>
    <w:rsid w:val="003166BB"/>
    <w:rsid w:val="003221DB"/>
    <w:rsid w:val="00323FD1"/>
    <w:rsid w:val="00324650"/>
    <w:rsid w:val="00325C16"/>
    <w:rsid w:val="00330048"/>
    <w:rsid w:val="00334E48"/>
    <w:rsid w:val="003403FE"/>
    <w:rsid w:val="003420E1"/>
    <w:rsid w:val="00342183"/>
    <w:rsid w:val="00346AFF"/>
    <w:rsid w:val="00347887"/>
    <w:rsid w:val="00347C60"/>
    <w:rsid w:val="00353CDD"/>
    <w:rsid w:val="0035545A"/>
    <w:rsid w:val="003558CB"/>
    <w:rsid w:val="003578C0"/>
    <w:rsid w:val="00360504"/>
    <w:rsid w:val="003608A1"/>
    <w:rsid w:val="003636F0"/>
    <w:rsid w:val="003644A5"/>
    <w:rsid w:val="003646A0"/>
    <w:rsid w:val="00370A8F"/>
    <w:rsid w:val="00376E57"/>
    <w:rsid w:val="003811BF"/>
    <w:rsid w:val="00383F99"/>
    <w:rsid w:val="00394361"/>
    <w:rsid w:val="00396DCA"/>
    <w:rsid w:val="003B31FD"/>
    <w:rsid w:val="003B423F"/>
    <w:rsid w:val="003B563E"/>
    <w:rsid w:val="003C49AB"/>
    <w:rsid w:val="003C5E95"/>
    <w:rsid w:val="003E638B"/>
    <w:rsid w:val="003F1041"/>
    <w:rsid w:val="003F2AE3"/>
    <w:rsid w:val="003F612B"/>
    <w:rsid w:val="003F6A2F"/>
    <w:rsid w:val="00402B33"/>
    <w:rsid w:val="00402C0F"/>
    <w:rsid w:val="00405946"/>
    <w:rsid w:val="00407DDF"/>
    <w:rsid w:val="004140AA"/>
    <w:rsid w:val="004143CE"/>
    <w:rsid w:val="004160E6"/>
    <w:rsid w:val="0041676D"/>
    <w:rsid w:val="00416FDB"/>
    <w:rsid w:val="00417315"/>
    <w:rsid w:val="00431EE6"/>
    <w:rsid w:val="00436C04"/>
    <w:rsid w:val="00437EA9"/>
    <w:rsid w:val="00443808"/>
    <w:rsid w:val="00444CC5"/>
    <w:rsid w:val="00451BC2"/>
    <w:rsid w:val="00456162"/>
    <w:rsid w:val="00456D80"/>
    <w:rsid w:val="004659A5"/>
    <w:rsid w:val="004811A5"/>
    <w:rsid w:val="00482452"/>
    <w:rsid w:val="004828F5"/>
    <w:rsid w:val="00483CF7"/>
    <w:rsid w:val="004846B5"/>
    <w:rsid w:val="004861E5"/>
    <w:rsid w:val="00486F6A"/>
    <w:rsid w:val="0049115E"/>
    <w:rsid w:val="00496EC8"/>
    <w:rsid w:val="004A2FA8"/>
    <w:rsid w:val="004A49D6"/>
    <w:rsid w:val="004A6060"/>
    <w:rsid w:val="004A65DA"/>
    <w:rsid w:val="004B104B"/>
    <w:rsid w:val="004B1C3F"/>
    <w:rsid w:val="004B5127"/>
    <w:rsid w:val="004B694D"/>
    <w:rsid w:val="004B7B7D"/>
    <w:rsid w:val="004C5D58"/>
    <w:rsid w:val="004D33A6"/>
    <w:rsid w:val="004D6630"/>
    <w:rsid w:val="004E2262"/>
    <w:rsid w:val="004E6A47"/>
    <w:rsid w:val="004F1CF2"/>
    <w:rsid w:val="00505EDF"/>
    <w:rsid w:val="00513C80"/>
    <w:rsid w:val="00517AC2"/>
    <w:rsid w:val="0052356D"/>
    <w:rsid w:val="00527A61"/>
    <w:rsid w:val="0053081E"/>
    <w:rsid w:val="00530CA8"/>
    <w:rsid w:val="005317BF"/>
    <w:rsid w:val="00533392"/>
    <w:rsid w:val="00535616"/>
    <w:rsid w:val="005434D7"/>
    <w:rsid w:val="00546227"/>
    <w:rsid w:val="0054779F"/>
    <w:rsid w:val="00550C70"/>
    <w:rsid w:val="00554440"/>
    <w:rsid w:val="005565A8"/>
    <w:rsid w:val="00556CF5"/>
    <w:rsid w:val="00563117"/>
    <w:rsid w:val="00563C1D"/>
    <w:rsid w:val="005721A4"/>
    <w:rsid w:val="00572BB1"/>
    <w:rsid w:val="005734B0"/>
    <w:rsid w:val="005736D6"/>
    <w:rsid w:val="005765E5"/>
    <w:rsid w:val="005A44AF"/>
    <w:rsid w:val="005B07F5"/>
    <w:rsid w:val="005B7242"/>
    <w:rsid w:val="005C2068"/>
    <w:rsid w:val="005C282E"/>
    <w:rsid w:val="005C3723"/>
    <w:rsid w:val="005C432D"/>
    <w:rsid w:val="005D32F5"/>
    <w:rsid w:val="005D3EAF"/>
    <w:rsid w:val="005D62CA"/>
    <w:rsid w:val="005D7AF6"/>
    <w:rsid w:val="005E0979"/>
    <w:rsid w:val="005E16F9"/>
    <w:rsid w:val="005E547E"/>
    <w:rsid w:val="005F3236"/>
    <w:rsid w:val="005F64BA"/>
    <w:rsid w:val="0060100B"/>
    <w:rsid w:val="00616437"/>
    <w:rsid w:val="00623DCE"/>
    <w:rsid w:val="0063616E"/>
    <w:rsid w:val="00637403"/>
    <w:rsid w:val="00640F31"/>
    <w:rsid w:val="00642670"/>
    <w:rsid w:val="006464A4"/>
    <w:rsid w:val="006475D0"/>
    <w:rsid w:val="00652D2D"/>
    <w:rsid w:val="00654BDF"/>
    <w:rsid w:val="00655520"/>
    <w:rsid w:val="00660A42"/>
    <w:rsid w:val="00660D45"/>
    <w:rsid w:val="00664A0A"/>
    <w:rsid w:val="00665674"/>
    <w:rsid w:val="00682E59"/>
    <w:rsid w:val="00682E5A"/>
    <w:rsid w:val="00684A6E"/>
    <w:rsid w:val="006946D3"/>
    <w:rsid w:val="0069519F"/>
    <w:rsid w:val="006A35A7"/>
    <w:rsid w:val="006A4632"/>
    <w:rsid w:val="006A554B"/>
    <w:rsid w:val="006B2474"/>
    <w:rsid w:val="006C0A9E"/>
    <w:rsid w:val="006C1C09"/>
    <w:rsid w:val="006C35CB"/>
    <w:rsid w:val="006C725F"/>
    <w:rsid w:val="006D2457"/>
    <w:rsid w:val="006E4F1E"/>
    <w:rsid w:val="006F5318"/>
    <w:rsid w:val="00701F10"/>
    <w:rsid w:val="00704CEB"/>
    <w:rsid w:val="00710C19"/>
    <w:rsid w:val="00712741"/>
    <w:rsid w:val="0071285A"/>
    <w:rsid w:val="0071295C"/>
    <w:rsid w:val="0073008B"/>
    <w:rsid w:val="00733B82"/>
    <w:rsid w:val="00733FCF"/>
    <w:rsid w:val="00735C31"/>
    <w:rsid w:val="007403E9"/>
    <w:rsid w:val="007415AA"/>
    <w:rsid w:val="00743463"/>
    <w:rsid w:val="007435AB"/>
    <w:rsid w:val="007436EF"/>
    <w:rsid w:val="00752ACD"/>
    <w:rsid w:val="00752B95"/>
    <w:rsid w:val="007557A8"/>
    <w:rsid w:val="007576BC"/>
    <w:rsid w:val="00760808"/>
    <w:rsid w:val="0076151F"/>
    <w:rsid w:val="00763E1D"/>
    <w:rsid w:val="0076663E"/>
    <w:rsid w:val="0077187C"/>
    <w:rsid w:val="00773AD4"/>
    <w:rsid w:val="0078627C"/>
    <w:rsid w:val="00790776"/>
    <w:rsid w:val="00790AE4"/>
    <w:rsid w:val="00795A15"/>
    <w:rsid w:val="007964DF"/>
    <w:rsid w:val="007A0066"/>
    <w:rsid w:val="007A1E91"/>
    <w:rsid w:val="007A790F"/>
    <w:rsid w:val="007B1125"/>
    <w:rsid w:val="007B172C"/>
    <w:rsid w:val="007B2D9E"/>
    <w:rsid w:val="007B4907"/>
    <w:rsid w:val="007C72A1"/>
    <w:rsid w:val="007D0C40"/>
    <w:rsid w:val="007D5928"/>
    <w:rsid w:val="007E27D2"/>
    <w:rsid w:val="007E6ABD"/>
    <w:rsid w:val="007F1F20"/>
    <w:rsid w:val="007F769A"/>
    <w:rsid w:val="00803BCA"/>
    <w:rsid w:val="00805F99"/>
    <w:rsid w:val="00814179"/>
    <w:rsid w:val="00814697"/>
    <w:rsid w:val="00814846"/>
    <w:rsid w:val="00815D53"/>
    <w:rsid w:val="008234AA"/>
    <w:rsid w:val="00830A91"/>
    <w:rsid w:val="00831F3B"/>
    <w:rsid w:val="00833AB0"/>
    <w:rsid w:val="00833FF2"/>
    <w:rsid w:val="00840321"/>
    <w:rsid w:val="0084349A"/>
    <w:rsid w:val="008518BA"/>
    <w:rsid w:val="00852934"/>
    <w:rsid w:val="008542A8"/>
    <w:rsid w:val="00866545"/>
    <w:rsid w:val="00870FE6"/>
    <w:rsid w:val="00872FFD"/>
    <w:rsid w:val="00877612"/>
    <w:rsid w:val="00883BA8"/>
    <w:rsid w:val="00887E72"/>
    <w:rsid w:val="00887EA8"/>
    <w:rsid w:val="00893F0B"/>
    <w:rsid w:val="008943B7"/>
    <w:rsid w:val="008979DB"/>
    <w:rsid w:val="008A0C21"/>
    <w:rsid w:val="008B080E"/>
    <w:rsid w:val="008B2511"/>
    <w:rsid w:val="008B2783"/>
    <w:rsid w:val="008B76A6"/>
    <w:rsid w:val="008D38E6"/>
    <w:rsid w:val="008D5B56"/>
    <w:rsid w:val="008E22F3"/>
    <w:rsid w:val="008E4171"/>
    <w:rsid w:val="008E6AF0"/>
    <w:rsid w:val="009000E9"/>
    <w:rsid w:val="00902782"/>
    <w:rsid w:val="0090514C"/>
    <w:rsid w:val="0091409F"/>
    <w:rsid w:val="00914679"/>
    <w:rsid w:val="009148CB"/>
    <w:rsid w:val="00916149"/>
    <w:rsid w:val="00922133"/>
    <w:rsid w:val="009305E4"/>
    <w:rsid w:val="00930E3C"/>
    <w:rsid w:val="00943160"/>
    <w:rsid w:val="00945A34"/>
    <w:rsid w:val="00945E95"/>
    <w:rsid w:val="00947BC4"/>
    <w:rsid w:val="0095165F"/>
    <w:rsid w:val="0095231E"/>
    <w:rsid w:val="009535E1"/>
    <w:rsid w:val="00955C6A"/>
    <w:rsid w:val="00960C4B"/>
    <w:rsid w:val="00961A68"/>
    <w:rsid w:val="00963A81"/>
    <w:rsid w:val="009747FE"/>
    <w:rsid w:val="00974CC7"/>
    <w:rsid w:val="009867D4"/>
    <w:rsid w:val="0099789F"/>
    <w:rsid w:val="009A2FAD"/>
    <w:rsid w:val="009A3286"/>
    <w:rsid w:val="009A651C"/>
    <w:rsid w:val="009A71C4"/>
    <w:rsid w:val="009A7700"/>
    <w:rsid w:val="009A778F"/>
    <w:rsid w:val="009B1089"/>
    <w:rsid w:val="009B5B10"/>
    <w:rsid w:val="009B71B6"/>
    <w:rsid w:val="009C165F"/>
    <w:rsid w:val="009D09AA"/>
    <w:rsid w:val="009D2C7E"/>
    <w:rsid w:val="009D4663"/>
    <w:rsid w:val="009D68B3"/>
    <w:rsid w:val="009F43FB"/>
    <w:rsid w:val="009F6BF7"/>
    <w:rsid w:val="00A00BEB"/>
    <w:rsid w:val="00A03E85"/>
    <w:rsid w:val="00A077C1"/>
    <w:rsid w:val="00A10132"/>
    <w:rsid w:val="00A24671"/>
    <w:rsid w:val="00A27A98"/>
    <w:rsid w:val="00A30E6B"/>
    <w:rsid w:val="00A36085"/>
    <w:rsid w:val="00A4543B"/>
    <w:rsid w:val="00A45CC6"/>
    <w:rsid w:val="00A501A4"/>
    <w:rsid w:val="00A53131"/>
    <w:rsid w:val="00A5625B"/>
    <w:rsid w:val="00A5724A"/>
    <w:rsid w:val="00A70B69"/>
    <w:rsid w:val="00A7220C"/>
    <w:rsid w:val="00A73290"/>
    <w:rsid w:val="00A8040E"/>
    <w:rsid w:val="00A81E17"/>
    <w:rsid w:val="00A909EC"/>
    <w:rsid w:val="00A93B81"/>
    <w:rsid w:val="00A96825"/>
    <w:rsid w:val="00A96E31"/>
    <w:rsid w:val="00AA40B5"/>
    <w:rsid w:val="00AA6754"/>
    <w:rsid w:val="00AB0EEE"/>
    <w:rsid w:val="00AB2907"/>
    <w:rsid w:val="00AB380A"/>
    <w:rsid w:val="00AD291E"/>
    <w:rsid w:val="00AD343A"/>
    <w:rsid w:val="00AD4177"/>
    <w:rsid w:val="00AD61DA"/>
    <w:rsid w:val="00AD6CED"/>
    <w:rsid w:val="00AE2C44"/>
    <w:rsid w:val="00AE460E"/>
    <w:rsid w:val="00AE5EB3"/>
    <w:rsid w:val="00AE6213"/>
    <w:rsid w:val="00B01C9B"/>
    <w:rsid w:val="00B05ABF"/>
    <w:rsid w:val="00B07B11"/>
    <w:rsid w:val="00B17EED"/>
    <w:rsid w:val="00B219AD"/>
    <w:rsid w:val="00B3191D"/>
    <w:rsid w:val="00B403E3"/>
    <w:rsid w:val="00B43665"/>
    <w:rsid w:val="00B44A3A"/>
    <w:rsid w:val="00B504A3"/>
    <w:rsid w:val="00B5741E"/>
    <w:rsid w:val="00B62D4A"/>
    <w:rsid w:val="00B63C8D"/>
    <w:rsid w:val="00B64036"/>
    <w:rsid w:val="00B66133"/>
    <w:rsid w:val="00B71589"/>
    <w:rsid w:val="00B74C80"/>
    <w:rsid w:val="00B7624E"/>
    <w:rsid w:val="00B81CED"/>
    <w:rsid w:val="00B83A88"/>
    <w:rsid w:val="00B90893"/>
    <w:rsid w:val="00B9198E"/>
    <w:rsid w:val="00B91BB7"/>
    <w:rsid w:val="00B96EE2"/>
    <w:rsid w:val="00BA0F7F"/>
    <w:rsid w:val="00BA62FF"/>
    <w:rsid w:val="00BB047F"/>
    <w:rsid w:val="00BC23D5"/>
    <w:rsid w:val="00BC324B"/>
    <w:rsid w:val="00BD39E4"/>
    <w:rsid w:val="00BD4E6C"/>
    <w:rsid w:val="00BE1C79"/>
    <w:rsid w:val="00BF13AB"/>
    <w:rsid w:val="00BF261B"/>
    <w:rsid w:val="00BF26F7"/>
    <w:rsid w:val="00BF2F3B"/>
    <w:rsid w:val="00BF41B5"/>
    <w:rsid w:val="00BF5280"/>
    <w:rsid w:val="00BF544E"/>
    <w:rsid w:val="00C0672F"/>
    <w:rsid w:val="00C07DD8"/>
    <w:rsid w:val="00C2006C"/>
    <w:rsid w:val="00C2650B"/>
    <w:rsid w:val="00C2761E"/>
    <w:rsid w:val="00C27B6C"/>
    <w:rsid w:val="00C3003F"/>
    <w:rsid w:val="00C32E3E"/>
    <w:rsid w:val="00C416CC"/>
    <w:rsid w:val="00C500E8"/>
    <w:rsid w:val="00C502C8"/>
    <w:rsid w:val="00C57BCC"/>
    <w:rsid w:val="00C63BF4"/>
    <w:rsid w:val="00C70B69"/>
    <w:rsid w:val="00C72EC2"/>
    <w:rsid w:val="00C739AC"/>
    <w:rsid w:val="00C73E46"/>
    <w:rsid w:val="00C74B73"/>
    <w:rsid w:val="00C74F28"/>
    <w:rsid w:val="00C80B5C"/>
    <w:rsid w:val="00C83B0A"/>
    <w:rsid w:val="00C83BFE"/>
    <w:rsid w:val="00C84732"/>
    <w:rsid w:val="00C963C1"/>
    <w:rsid w:val="00CA4888"/>
    <w:rsid w:val="00CA5E96"/>
    <w:rsid w:val="00CB5447"/>
    <w:rsid w:val="00CB7655"/>
    <w:rsid w:val="00CC4147"/>
    <w:rsid w:val="00CD66AE"/>
    <w:rsid w:val="00CE7CB4"/>
    <w:rsid w:val="00CF2056"/>
    <w:rsid w:val="00CF327E"/>
    <w:rsid w:val="00CF4C76"/>
    <w:rsid w:val="00CF62B3"/>
    <w:rsid w:val="00CF62DD"/>
    <w:rsid w:val="00CF62DE"/>
    <w:rsid w:val="00D0338C"/>
    <w:rsid w:val="00D041CE"/>
    <w:rsid w:val="00D105BB"/>
    <w:rsid w:val="00D120BB"/>
    <w:rsid w:val="00D134C8"/>
    <w:rsid w:val="00D15D3B"/>
    <w:rsid w:val="00D212F6"/>
    <w:rsid w:val="00D22096"/>
    <w:rsid w:val="00D272E5"/>
    <w:rsid w:val="00D3360D"/>
    <w:rsid w:val="00D40EC7"/>
    <w:rsid w:val="00D4119B"/>
    <w:rsid w:val="00D5223D"/>
    <w:rsid w:val="00D532E3"/>
    <w:rsid w:val="00D543E3"/>
    <w:rsid w:val="00D556B6"/>
    <w:rsid w:val="00D604C7"/>
    <w:rsid w:val="00D627D6"/>
    <w:rsid w:val="00D651F5"/>
    <w:rsid w:val="00D717C1"/>
    <w:rsid w:val="00D77C79"/>
    <w:rsid w:val="00D8668F"/>
    <w:rsid w:val="00D87A19"/>
    <w:rsid w:val="00D91620"/>
    <w:rsid w:val="00D9628F"/>
    <w:rsid w:val="00D97702"/>
    <w:rsid w:val="00D97DBA"/>
    <w:rsid w:val="00DA196B"/>
    <w:rsid w:val="00DA3199"/>
    <w:rsid w:val="00DA4DDB"/>
    <w:rsid w:val="00DA57A8"/>
    <w:rsid w:val="00DB0CD2"/>
    <w:rsid w:val="00DB46AA"/>
    <w:rsid w:val="00DC2720"/>
    <w:rsid w:val="00DC44DB"/>
    <w:rsid w:val="00DC696C"/>
    <w:rsid w:val="00DD0C41"/>
    <w:rsid w:val="00DD266C"/>
    <w:rsid w:val="00DD54EB"/>
    <w:rsid w:val="00DD7EF1"/>
    <w:rsid w:val="00DE6351"/>
    <w:rsid w:val="00DF26B4"/>
    <w:rsid w:val="00DF2C0E"/>
    <w:rsid w:val="00DF57C9"/>
    <w:rsid w:val="00DF7B13"/>
    <w:rsid w:val="00E0580C"/>
    <w:rsid w:val="00E06F9F"/>
    <w:rsid w:val="00E07144"/>
    <w:rsid w:val="00E074CC"/>
    <w:rsid w:val="00E07A61"/>
    <w:rsid w:val="00E11EAF"/>
    <w:rsid w:val="00E14025"/>
    <w:rsid w:val="00E1403C"/>
    <w:rsid w:val="00E23458"/>
    <w:rsid w:val="00E3143B"/>
    <w:rsid w:val="00E32F8B"/>
    <w:rsid w:val="00E4406D"/>
    <w:rsid w:val="00E47E74"/>
    <w:rsid w:val="00E5079A"/>
    <w:rsid w:val="00E52198"/>
    <w:rsid w:val="00E54956"/>
    <w:rsid w:val="00E6117F"/>
    <w:rsid w:val="00E61F99"/>
    <w:rsid w:val="00E62AEC"/>
    <w:rsid w:val="00E655D0"/>
    <w:rsid w:val="00E66454"/>
    <w:rsid w:val="00E677CF"/>
    <w:rsid w:val="00E74B71"/>
    <w:rsid w:val="00E75C13"/>
    <w:rsid w:val="00E769B8"/>
    <w:rsid w:val="00E77188"/>
    <w:rsid w:val="00E777F5"/>
    <w:rsid w:val="00E907BF"/>
    <w:rsid w:val="00E93943"/>
    <w:rsid w:val="00E941F9"/>
    <w:rsid w:val="00E96918"/>
    <w:rsid w:val="00EA3D3B"/>
    <w:rsid w:val="00EB4D0D"/>
    <w:rsid w:val="00EB67D2"/>
    <w:rsid w:val="00EC083F"/>
    <w:rsid w:val="00EC15A9"/>
    <w:rsid w:val="00ED1161"/>
    <w:rsid w:val="00ED6D8C"/>
    <w:rsid w:val="00EE00AC"/>
    <w:rsid w:val="00EE0CBE"/>
    <w:rsid w:val="00EE0D12"/>
    <w:rsid w:val="00EE252D"/>
    <w:rsid w:val="00EE28DF"/>
    <w:rsid w:val="00EE3A13"/>
    <w:rsid w:val="00EE5795"/>
    <w:rsid w:val="00EE669D"/>
    <w:rsid w:val="00EE7F62"/>
    <w:rsid w:val="00EF3CD2"/>
    <w:rsid w:val="00EF5AFF"/>
    <w:rsid w:val="00EF6253"/>
    <w:rsid w:val="00EF786D"/>
    <w:rsid w:val="00F02E11"/>
    <w:rsid w:val="00F1135A"/>
    <w:rsid w:val="00F11D9A"/>
    <w:rsid w:val="00F14822"/>
    <w:rsid w:val="00F23EF8"/>
    <w:rsid w:val="00F307E0"/>
    <w:rsid w:val="00F319ED"/>
    <w:rsid w:val="00F32AE3"/>
    <w:rsid w:val="00F3401C"/>
    <w:rsid w:val="00F34C14"/>
    <w:rsid w:val="00F431CA"/>
    <w:rsid w:val="00F43370"/>
    <w:rsid w:val="00F52B4C"/>
    <w:rsid w:val="00F551A9"/>
    <w:rsid w:val="00F66F8E"/>
    <w:rsid w:val="00F7080B"/>
    <w:rsid w:val="00F742AF"/>
    <w:rsid w:val="00F84823"/>
    <w:rsid w:val="00F84DAF"/>
    <w:rsid w:val="00F939FD"/>
    <w:rsid w:val="00FA1259"/>
    <w:rsid w:val="00FA16B0"/>
    <w:rsid w:val="00FA56E0"/>
    <w:rsid w:val="00FA6C9D"/>
    <w:rsid w:val="00FA6D07"/>
    <w:rsid w:val="00FB3983"/>
    <w:rsid w:val="00FB3E15"/>
    <w:rsid w:val="00FB5828"/>
    <w:rsid w:val="00FB6A3A"/>
    <w:rsid w:val="00FC14A9"/>
    <w:rsid w:val="00FC2238"/>
    <w:rsid w:val="00FC411D"/>
    <w:rsid w:val="00FD4552"/>
    <w:rsid w:val="00FD55BB"/>
    <w:rsid w:val="00FD6021"/>
    <w:rsid w:val="00FD6FC5"/>
    <w:rsid w:val="00FE0744"/>
    <w:rsid w:val="00FE2278"/>
    <w:rsid w:val="00FF2367"/>
    <w:rsid w:val="00FF4CA6"/>
    <w:rsid w:val="00FF6963"/>
    <w:rsid w:val="00FF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EF8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514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Garamond" w:eastAsia="Times New Roman" w:hAnsi="Garamond" w:cs="Garamond"/>
      <w:b/>
      <w:bCs/>
      <w:kern w:val="28"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514C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50"/>
      <w:szCs w:val="5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0514C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i/>
      <w:iCs/>
      <w:kern w:val="12"/>
      <w:sz w:val="34"/>
      <w:szCs w:val="3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514C"/>
    <w:rPr>
      <w:rFonts w:ascii="Garamond" w:hAnsi="Garamond" w:cs="Garamond"/>
      <w:b/>
      <w:bCs/>
      <w:kern w:val="28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514C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0514C"/>
    <w:rPr>
      <w:rFonts w:ascii="Tahoma" w:hAnsi="Tahoma" w:cs="Tahoma"/>
      <w:b/>
      <w:bCs/>
      <w:i/>
      <w:iCs/>
      <w:kern w:val="12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120BB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Title">
    <w:name w:val="Title"/>
    <w:basedOn w:val="Normal"/>
    <w:link w:val="TitleChar"/>
    <w:uiPriority w:val="99"/>
    <w:qFormat/>
    <w:rsid w:val="009051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Garamond"/>
      <w:b/>
      <w:bCs/>
      <w:kern w:val="28"/>
      <w:sz w:val="40"/>
      <w:szCs w:val="4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0514C"/>
    <w:rPr>
      <w:rFonts w:ascii="Garamond" w:hAnsi="Garamond" w:cs="Garamond"/>
      <w:b/>
      <w:bCs/>
      <w:kern w:val="28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0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51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0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0514C"/>
  </w:style>
  <w:style w:type="paragraph" w:styleId="Footer">
    <w:name w:val="footer"/>
    <w:basedOn w:val="Normal"/>
    <w:link w:val="FooterChar"/>
    <w:uiPriority w:val="99"/>
    <w:semiHidden/>
    <w:rsid w:val="0090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0514C"/>
  </w:style>
  <w:style w:type="paragraph" w:styleId="NoSpacing">
    <w:name w:val="No Spacing"/>
    <w:uiPriority w:val="99"/>
    <w:qFormat/>
    <w:rsid w:val="0090514C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FC41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4F8A0FD7BAB1DBF70C2CA4D8111A32C1700A73A4362FBA33BEC69170AF78F052F571CC03C1DB014B26E7DDe8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0FA77ED8544AC13833A9FA4CC446CC7C03C0056AF75366B39D15B2D58DC7E33498186695787CBA6D561EOBm6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A04CE19B1DDAB6CD91B24AC6B18B896FE3AD7A4497F8400CC76B1BC9C1Z9M" TargetMode="External"/><Relationship Id="rId11" Type="http://schemas.openxmlformats.org/officeDocument/2006/relationships/hyperlink" Target="consultantplus://offline/ref=074F8A0FD7BAB1DBF70C2CA4D8111A32C1700A73A4362FBA33BEC69170AF78F052F571CC03C1DB014B26E7DDe8F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74F8A0FD7BAB1DBF70C2CA4D8111A32C1700A73A4362FBA33BEC69170AF78F052F571CC03C1DB014B26E7DDe8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74F8A0FD7BAB1DBF70C2CA4D8111A32C1700A73A4362FBA33BEC69170AF78F052F571CC03C1DB014B26E7DDe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3</Pages>
  <Words>1011</Words>
  <Characters>5764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orgotdeluhn</dc:creator>
  <cp:keywords/>
  <dc:description/>
  <cp:lastModifiedBy>User</cp:lastModifiedBy>
  <cp:revision>11</cp:revision>
  <cp:lastPrinted>2013-04-26T04:24:00Z</cp:lastPrinted>
  <dcterms:created xsi:type="dcterms:W3CDTF">2013-04-01T06:08:00Z</dcterms:created>
  <dcterms:modified xsi:type="dcterms:W3CDTF">2013-04-29T12:16:00Z</dcterms:modified>
</cp:coreProperties>
</file>